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302AB5">
        <w:t xml:space="preserve">který podává nabídku na sektorovou veřejnou zakázku s názvem </w:t>
      </w:r>
      <w:bookmarkStart w:id="0" w:name="_Toc403053768"/>
      <w:r w:rsidRPr="00302AB5">
        <w:rPr>
          <w:b/>
        </w:rPr>
        <w:t>„</w:t>
      </w:r>
      <w:bookmarkEnd w:id="0"/>
      <w:r w:rsidR="00302AB5" w:rsidRPr="00302AB5">
        <w:rPr>
          <w:b/>
        </w:rPr>
        <w:t>Kralupy nad Vltavou HZS - oprava</w:t>
      </w:r>
      <w:r w:rsidRPr="00302AB5">
        <w:rPr>
          <w:b/>
        </w:rPr>
        <w:t>“</w:t>
      </w:r>
      <w:r w:rsidRPr="00302AB5">
        <w:t xml:space="preserve">, </w:t>
      </w:r>
      <w:proofErr w:type="gramStart"/>
      <w:r w:rsidRPr="00302AB5">
        <w:t>č.j.</w:t>
      </w:r>
      <w:proofErr w:type="gramEnd"/>
      <w:r w:rsidRPr="00302AB5">
        <w:t xml:space="preserve"> </w:t>
      </w:r>
      <w:r w:rsidR="00302AB5" w:rsidRPr="00302AB5">
        <w:t>25307</w:t>
      </w:r>
      <w:r w:rsidRPr="00302AB5">
        <w:t xml:space="preserve">/2019-SŽDC-OŘ PHA-OVZ tímto </w:t>
      </w:r>
      <w:r w:rsidRPr="005E4B67">
        <w:t>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</w:t>
      </w:r>
      <w:bookmarkStart w:id="1" w:name="_GoBack"/>
      <w:bookmarkEnd w:id="1"/>
      <w:r w:rsidRPr="005E4B67">
        <w:t xml:space="preserve">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302AB5" w:rsidRPr="00302AB5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5D374AA3" wp14:editId="2D37259C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37AA95B5" wp14:editId="263E17E6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2A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302AB5" w:rsidRPr="00302AB5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000DAECD" wp14:editId="27F79BB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611E23AF" wp14:editId="5C4BD46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872DF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80E07"/>
    <w:rsid w:val="002C31BF"/>
    <w:rsid w:val="002D08B1"/>
    <w:rsid w:val="002E0CD7"/>
    <w:rsid w:val="00302AB5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schemas.microsoft.com/sharepoint/v3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227E05-45CC-4CB1-813E-DECFD59D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0</TotalTime>
  <Pages>1</Pages>
  <Words>231</Words>
  <Characters>1369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2</cp:revision>
  <cp:lastPrinted>2019-05-30T11:17:00Z</cp:lastPrinted>
  <dcterms:created xsi:type="dcterms:W3CDTF">2019-05-30T12:34:00Z</dcterms:created>
  <dcterms:modified xsi:type="dcterms:W3CDTF">2019-05-30T12:34:00Z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